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07" w:rsidRDefault="001A5B07" w:rsidP="001A5B07">
      <w:pPr>
        <w:rPr>
          <w:sz w:val="32"/>
        </w:rPr>
      </w:pPr>
    </w:p>
    <w:p w:rsidR="001A5B07" w:rsidRPr="001A5B07" w:rsidRDefault="001A5B07" w:rsidP="001A5B07">
      <w:pPr>
        <w:ind w:left="360"/>
        <w:rPr>
          <w:sz w:val="32"/>
        </w:rPr>
      </w:pPr>
    </w:p>
    <w:p w:rsidR="00000000" w:rsidRDefault="001A5B07" w:rsidP="00A16DF7">
      <w:pPr>
        <w:pStyle w:val="PargrafodaLista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     O uso de SIG está muitas vezes na base instrumental para auxiliar a tomada de decisão, onde a localização, absoluta ou relativa, dos elementos do sistema de decisão</w:t>
      </w:r>
      <w:proofErr w:type="gramStart"/>
      <w:r>
        <w:rPr>
          <w:sz w:val="32"/>
        </w:rPr>
        <w:t xml:space="preserve">  </w:t>
      </w:r>
      <w:proofErr w:type="gramEnd"/>
      <w:r>
        <w:rPr>
          <w:sz w:val="32"/>
        </w:rPr>
        <w:t xml:space="preserve">é importante. </w:t>
      </w:r>
      <w:r w:rsidR="00A16DF7">
        <w:rPr>
          <w:sz w:val="32"/>
        </w:rPr>
        <w:t>Em geral, a análise envolve diferentes FATORES que contr</w:t>
      </w:r>
      <w:r w:rsidR="00837A34">
        <w:rPr>
          <w:sz w:val="32"/>
        </w:rPr>
        <w:t>ibuem em diferentes níveis par</w:t>
      </w:r>
      <w:r w:rsidR="00A16DF7">
        <w:rPr>
          <w:sz w:val="32"/>
        </w:rPr>
        <w:t xml:space="preserve">a </w:t>
      </w:r>
      <w:r w:rsidR="00837A34">
        <w:rPr>
          <w:sz w:val="32"/>
        </w:rPr>
        <w:t xml:space="preserve">a </w:t>
      </w:r>
      <w:r w:rsidR="00A16DF7">
        <w:rPr>
          <w:sz w:val="32"/>
        </w:rPr>
        <w:t xml:space="preserve">decisão. </w:t>
      </w:r>
      <w:r w:rsidR="00837A34">
        <w:rPr>
          <w:sz w:val="32"/>
        </w:rPr>
        <w:t xml:space="preserve">Por isso são chamadas </w:t>
      </w:r>
      <w:r w:rsidR="00837A34" w:rsidRPr="00837A34">
        <w:rPr>
          <w:i/>
          <w:sz w:val="32"/>
        </w:rPr>
        <w:t xml:space="preserve">Análises </w:t>
      </w:r>
      <w:proofErr w:type="spellStart"/>
      <w:r w:rsidR="00837A34" w:rsidRPr="00837A34">
        <w:rPr>
          <w:i/>
          <w:sz w:val="32"/>
        </w:rPr>
        <w:t>Multi-Critérios</w:t>
      </w:r>
      <w:proofErr w:type="spellEnd"/>
      <w:r w:rsidR="00837A34" w:rsidRPr="00837A34">
        <w:rPr>
          <w:i/>
          <w:sz w:val="32"/>
        </w:rPr>
        <w:t>.</w:t>
      </w:r>
      <w:r w:rsidR="00837A34">
        <w:rPr>
          <w:sz w:val="32"/>
        </w:rPr>
        <w:t xml:space="preserve"> </w:t>
      </w:r>
      <w:r w:rsidR="007A2D4C">
        <w:rPr>
          <w:sz w:val="32"/>
        </w:rPr>
        <w:t>É central para este tipo de método explicar c</w:t>
      </w:r>
      <w:r w:rsidR="00A70035" w:rsidRPr="001A5B07">
        <w:rPr>
          <w:sz w:val="32"/>
        </w:rPr>
        <w:t xml:space="preserve">omo </w:t>
      </w:r>
      <w:r w:rsidR="007A2D4C">
        <w:rPr>
          <w:sz w:val="32"/>
        </w:rPr>
        <w:t>determinamos</w:t>
      </w:r>
      <w:r w:rsidR="00A70035" w:rsidRPr="001A5B07">
        <w:rPr>
          <w:sz w:val="32"/>
        </w:rPr>
        <w:t xml:space="preserve"> a contribuição relativa de cada um </w:t>
      </w:r>
      <w:r w:rsidR="00A16DF7">
        <w:rPr>
          <w:sz w:val="32"/>
        </w:rPr>
        <w:t>dos FATORES</w:t>
      </w:r>
      <w:r w:rsidR="007A2D4C">
        <w:rPr>
          <w:sz w:val="32"/>
        </w:rPr>
        <w:t>.</w:t>
      </w:r>
    </w:p>
    <w:p w:rsidR="007A2D4C" w:rsidRDefault="007A2D4C" w:rsidP="007A2D4C">
      <w:pPr>
        <w:pStyle w:val="PargrafodaLista"/>
        <w:numPr>
          <w:ilvl w:val="1"/>
          <w:numId w:val="1"/>
        </w:numPr>
        <w:jc w:val="both"/>
        <w:rPr>
          <w:sz w:val="32"/>
        </w:rPr>
      </w:pPr>
      <w:r>
        <w:rPr>
          <w:sz w:val="32"/>
        </w:rPr>
        <w:t>Na AHP – Processo Analítico Hi</w:t>
      </w:r>
      <w:r w:rsidR="005630C5">
        <w:rPr>
          <w:sz w:val="32"/>
        </w:rPr>
        <w:t>e</w:t>
      </w:r>
      <w:r>
        <w:rPr>
          <w:sz w:val="32"/>
        </w:rPr>
        <w:t>rárquico como isso é feito e com</w:t>
      </w:r>
      <w:r w:rsidR="005630C5">
        <w:rPr>
          <w:sz w:val="32"/>
        </w:rPr>
        <w:t xml:space="preserve">o é </w:t>
      </w:r>
      <w:r>
        <w:rPr>
          <w:sz w:val="32"/>
        </w:rPr>
        <w:t>avaliado?</w:t>
      </w:r>
    </w:p>
    <w:p w:rsidR="00837A34" w:rsidRDefault="005630C5" w:rsidP="00837A34">
      <w:pPr>
        <w:pStyle w:val="PargrafodaLista"/>
        <w:numPr>
          <w:ilvl w:val="1"/>
          <w:numId w:val="1"/>
        </w:numPr>
        <w:jc w:val="both"/>
        <w:rPr>
          <w:sz w:val="32"/>
        </w:rPr>
      </w:pPr>
      <w:r>
        <w:rPr>
          <w:sz w:val="32"/>
        </w:rPr>
        <w:t xml:space="preserve">Expresse na forma de uma Operação em </w:t>
      </w:r>
      <w:proofErr w:type="spellStart"/>
      <w:r>
        <w:rPr>
          <w:sz w:val="32"/>
        </w:rPr>
        <w:t>Algebra</w:t>
      </w:r>
      <w:proofErr w:type="spellEnd"/>
      <w:r>
        <w:rPr>
          <w:sz w:val="32"/>
        </w:rPr>
        <w:t xml:space="preserve"> de Mapas a maneira como utilizamos o resultado da Análise AHP?</w:t>
      </w:r>
    </w:p>
    <w:p w:rsidR="00E43697" w:rsidRDefault="005630C5" w:rsidP="00E43697">
      <w:pPr>
        <w:pStyle w:val="PargrafodaLista"/>
        <w:numPr>
          <w:ilvl w:val="1"/>
          <w:numId w:val="1"/>
        </w:numPr>
        <w:jc w:val="both"/>
        <w:rPr>
          <w:sz w:val="32"/>
        </w:rPr>
      </w:pPr>
      <w:r>
        <w:rPr>
          <w:sz w:val="32"/>
        </w:rPr>
        <w:t>Qual o nome da Operação que estamos realizando em (b)?</w:t>
      </w:r>
    </w:p>
    <w:p w:rsidR="00EB08BE" w:rsidRDefault="00EB08BE" w:rsidP="00EB08BE">
      <w:pPr>
        <w:jc w:val="both"/>
        <w:rPr>
          <w:sz w:val="32"/>
        </w:rPr>
      </w:pPr>
    </w:p>
    <w:p w:rsidR="00EB08BE" w:rsidRDefault="00EB08BE" w:rsidP="00EB08BE">
      <w:pPr>
        <w:jc w:val="both"/>
        <w:rPr>
          <w:sz w:val="32"/>
        </w:rPr>
      </w:pPr>
    </w:p>
    <w:p w:rsidR="00EB08BE" w:rsidRDefault="00EB08BE" w:rsidP="00EB08BE">
      <w:pPr>
        <w:pStyle w:val="PargrafodaLista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    Veja a Figura abaixo e me explique sobre que tipo de técnicas </w:t>
      </w:r>
      <w:proofErr w:type="gramStart"/>
      <w:r>
        <w:rPr>
          <w:sz w:val="32"/>
        </w:rPr>
        <w:t>estamos</w:t>
      </w:r>
      <w:proofErr w:type="gramEnd"/>
      <w:r>
        <w:rPr>
          <w:sz w:val="32"/>
        </w:rPr>
        <w:t xml:space="preserve"> falando aqui:</w:t>
      </w:r>
    </w:p>
    <w:p w:rsidR="00EB08BE" w:rsidRPr="00EB08BE" w:rsidRDefault="00EB08BE" w:rsidP="00EB08BE">
      <w:pPr>
        <w:jc w:val="center"/>
        <w:rPr>
          <w:sz w:val="32"/>
        </w:rPr>
      </w:pPr>
      <w:r w:rsidRPr="00EB08BE">
        <w:drawing>
          <wp:inline distT="0" distB="0" distL="0" distR="0">
            <wp:extent cx="5434753" cy="310896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299" cy="3109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BE" w:rsidRDefault="00EB08BE">
      <w:pPr>
        <w:rPr>
          <w:sz w:val="32"/>
        </w:rPr>
      </w:pPr>
      <w:r>
        <w:rPr>
          <w:sz w:val="32"/>
        </w:rPr>
        <w:br w:type="page"/>
      </w:r>
    </w:p>
    <w:p w:rsidR="00E43697" w:rsidRPr="00E43697" w:rsidRDefault="00E43697" w:rsidP="00E43697">
      <w:pPr>
        <w:jc w:val="both"/>
        <w:rPr>
          <w:sz w:val="32"/>
        </w:rPr>
      </w:pPr>
    </w:p>
    <w:p w:rsidR="00961E68" w:rsidRDefault="00EB08BE" w:rsidP="00EB08BE">
      <w:pPr>
        <w:pStyle w:val="PargrafodaLista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    </w:t>
      </w:r>
      <w:r w:rsidR="00FA43BA">
        <w:rPr>
          <w:sz w:val="32"/>
        </w:rPr>
        <w:t xml:space="preserve">O que é uma Triangulação de </w:t>
      </w:r>
      <w:proofErr w:type="spellStart"/>
      <w:r w:rsidR="00FA43BA">
        <w:rPr>
          <w:sz w:val="32"/>
        </w:rPr>
        <w:t>Delaunay</w:t>
      </w:r>
      <w:proofErr w:type="spellEnd"/>
      <w:r w:rsidR="00FA43BA">
        <w:rPr>
          <w:sz w:val="32"/>
        </w:rPr>
        <w:t xml:space="preserve"> e para que </w:t>
      </w:r>
      <w:proofErr w:type="gramStart"/>
      <w:r w:rsidR="00FA43BA">
        <w:rPr>
          <w:sz w:val="32"/>
        </w:rPr>
        <w:t>é</w:t>
      </w:r>
      <w:proofErr w:type="gramEnd"/>
      <w:r w:rsidR="00FA43BA">
        <w:rPr>
          <w:sz w:val="32"/>
        </w:rPr>
        <w:t xml:space="preserve"> usada? O que são linhas de quebra e para que e porque são utilizadas como restrições </w:t>
      </w:r>
      <w:proofErr w:type="spellStart"/>
      <w:r w:rsidR="00FA43BA">
        <w:rPr>
          <w:sz w:val="32"/>
        </w:rPr>
        <w:t>emprocessos</w:t>
      </w:r>
      <w:proofErr w:type="spellEnd"/>
      <w:r w:rsidR="00FA43BA">
        <w:rPr>
          <w:sz w:val="32"/>
        </w:rPr>
        <w:t xml:space="preserve"> que utilizam a Triangulação de </w:t>
      </w:r>
      <w:proofErr w:type="spellStart"/>
      <w:r w:rsidR="00FA43BA">
        <w:rPr>
          <w:sz w:val="32"/>
        </w:rPr>
        <w:t>Delaunay</w:t>
      </w:r>
      <w:proofErr w:type="spellEnd"/>
      <w:r w:rsidR="00FA43BA">
        <w:rPr>
          <w:sz w:val="32"/>
        </w:rPr>
        <w:t xml:space="preserve"> para criar Modelos Numéricos de Terreno?</w:t>
      </w:r>
    </w:p>
    <w:p w:rsidR="00961E68" w:rsidRDefault="00961E68" w:rsidP="00961E68">
      <w:pPr>
        <w:pStyle w:val="PargrafodaLista"/>
        <w:ind w:left="360"/>
        <w:jc w:val="both"/>
        <w:rPr>
          <w:sz w:val="32"/>
        </w:rPr>
      </w:pPr>
    </w:p>
    <w:p w:rsidR="00961E68" w:rsidRDefault="00961E68" w:rsidP="00961E68">
      <w:pPr>
        <w:pStyle w:val="PargrafodaLista"/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    O</w:t>
      </w:r>
      <w:r w:rsidR="00F55CDB">
        <w:rPr>
          <w:sz w:val="32"/>
        </w:rPr>
        <w:t>lhando o</w:t>
      </w:r>
      <w:r w:rsidR="002C2AF9">
        <w:rPr>
          <w:sz w:val="32"/>
        </w:rPr>
        <w:t>s</w:t>
      </w:r>
      <w:r w:rsidR="00F55CDB">
        <w:rPr>
          <w:sz w:val="32"/>
        </w:rPr>
        <w:t xml:space="preserve"> </w:t>
      </w:r>
      <w:proofErr w:type="spellStart"/>
      <w:r w:rsidR="00F55CDB">
        <w:rPr>
          <w:sz w:val="32"/>
        </w:rPr>
        <w:t>Semivariograma</w:t>
      </w:r>
      <w:r w:rsidR="002C2AF9">
        <w:rPr>
          <w:sz w:val="32"/>
        </w:rPr>
        <w:t>s</w:t>
      </w:r>
      <w:proofErr w:type="spellEnd"/>
      <w:r w:rsidR="00F55CDB">
        <w:rPr>
          <w:sz w:val="32"/>
        </w:rPr>
        <w:t xml:space="preserve"> abaixo me descreva a característica das amostras do</w:t>
      </w:r>
      <w:r w:rsidR="002C2AF9">
        <w:rPr>
          <w:sz w:val="32"/>
        </w:rPr>
        <w:t>(s)</w:t>
      </w:r>
      <w:r w:rsidR="00F55CDB">
        <w:rPr>
          <w:sz w:val="32"/>
        </w:rPr>
        <w:t xml:space="preserve"> fenômeno</w:t>
      </w:r>
      <w:r w:rsidR="002C2AF9">
        <w:rPr>
          <w:sz w:val="32"/>
        </w:rPr>
        <w:t>(s)</w:t>
      </w:r>
      <w:r w:rsidR="00F55CDB">
        <w:rPr>
          <w:sz w:val="32"/>
        </w:rPr>
        <w:t xml:space="preserve"> ou propriedade</w:t>
      </w:r>
      <w:r w:rsidR="002C2AF9">
        <w:rPr>
          <w:sz w:val="32"/>
        </w:rPr>
        <w:t>(s)</w:t>
      </w:r>
      <w:r w:rsidR="00F55CDB">
        <w:rPr>
          <w:sz w:val="32"/>
        </w:rPr>
        <w:t xml:space="preserve"> que ele está procurando modelar</w:t>
      </w:r>
      <w:r>
        <w:rPr>
          <w:sz w:val="32"/>
        </w:rPr>
        <w:t>?</w:t>
      </w:r>
    </w:p>
    <w:p w:rsidR="00F55CDB" w:rsidRDefault="00F55CDB" w:rsidP="00F55CDB">
      <w:pPr>
        <w:jc w:val="both"/>
        <w:rPr>
          <w:sz w:val="32"/>
        </w:rPr>
      </w:pPr>
    </w:p>
    <w:p w:rsidR="00F55CDB" w:rsidRDefault="00F55CDB" w:rsidP="00F55CDB">
      <w:pPr>
        <w:jc w:val="center"/>
        <w:rPr>
          <w:sz w:val="32"/>
        </w:rPr>
      </w:pPr>
      <w:r>
        <w:rPr>
          <w:noProof/>
          <w:sz w:val="32"/>
          <w:lang w:eastAsia="pt-BR"/>
        </w:rPr>
        <w:drawing>
          <wp:inline distT="0" distB="0" distL="0" distR="0">
            <wp:extent cx="5876290" cy="265557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265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CDB" w:rsidRDefault="002C2AF9" w:rsidP="002C2AF9">
      <w:pPr>
        <w:jc w:val="center"/>
        <w:rPr>
          <w:sz w:val="32"/>
        </w:rPr>
      </w:pPr>
      <w:r>
        <w:rPr>
          <w:noProof/>
          <w:sz w:val="32"/>
          <w:lang w:eastAsia="pt-BR"/>
        </w:rPr>
        <w:drawing>
          <wp:inline distT="0" distB="0" distL="0" distR="0">
            <wp:extent cx="4779010" cy="3721100"/>
            <wp:effectExtent l="19050" t="0" r="254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372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AF9" w:rsidRDefault="002C2AF9" w:rsidP="00F55CDB">
      <w:pPr>
        <w:jc w:val="both"/>
        <w:rPr>
          <w:sz w:val="32"/>
        </w:rPr>
      </w:pPr>
    </w:p>
    <w:p w:rsidR="002C2AF9" w:rsidRDefault="00D74C97" w:rsidP="00F55CDB">
      <w:pPr>
        <w:jc w:val="both"/>
        <w:rPr>
          <w:sz w:val="32"/>
        </w:rPr>
      </w:pPr>
      <w:r>
        <w:rPr>
          <w:noProof/>
          <w:sz w:val="32"/>
          <w:lang w:eastAsia="pt-BR"/>
        </w:rPr>
        <w:drawing>
          <wp:inline distT="0" distB="0" distL="0" distR="0">
            <wp:extent cx="6645910" cy="3140061"/>
            <wp:effectExtent l="19050" t="0" r="254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40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AF9" w:rsidRDefault="002C2AF9" w:rsidP="00F55CDB">
      <w:pPr>
        <w:jc w:val="both"/>
        <w:rPr>
          <w:sz w:val="32"/>
        </w:rPr>
      </w:pPr>
    </w:p>
    <w:p w:rsidR="00B07C7E" w:rsidRDefault="00B07C7E" w:rsidP="00B07C7E">
      <w:pPr>
        <w:jc w:val="center"/>
        <w:rPr>
          <w:sz w:val="32"/>
        </w:rPr>
      </w:pPr>
      <w:r>
        <w:rPr>
          <w:noProof/>
          <w:sz w:val="32"/>
          <w:lang w:eastAsia="pt-BR"/>
        </w:rPr>
        <w:drawing>
          <wp:inline distT="0" distB="0" distL="0" distR="0">
            <wp:extent cx="4460875" cy="2751455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AF9" w:rsidRDefault="002C2AF9" w:rsidP="00F55CDB">
      <w:pPr>
        <w:jc w:val="both"/>
        <w:rPr>
          <w:sz w:val="32"/>
        </w:rPr>
      </w:pPr>
    </w:p>
    <w:p w:rsidR="00B07C7E" w:rsidRDefault="00B07C7E" w:rsidP="00F55CDB">
      <w:pPr>
        <w:jc w:val="both"/>
        <w:rPr>
          <w:sz w:val="32"/>
        </w:rPr>
      </w:pPr>
    </w:p>
    <w:p w:rsidR="00B07C7E" w:rsidRDefault="00B07C7E" w:rsidP="00F55CDB">
      <w:pPr>
        <w:jc w:val="both"/>
        <w:rPr>
          <w:sz w:val="32"/>
        </w:rPr>
      </w:pPr>
    </w:p>
    <w:p w:rsidR="002C2AF9" w:rsidRDefault="002C2AF9" w:rsidP="00F55CDB">
      <w:pPr>
        <w:jc w:val="both"/>
        <w:rPr>
          <w:sz w:val="32"/>
        </w:rPr>
      </w:pPr>
    </w:p>
    <w:p w:rsidR="002C2AF9" w:rsidRDefault="002C2AF9" w:rsidP="00F55CDB">
      <w:pPr>
        <w:jc w:val="both"/>
        <w:rPr>
          <w:sz w:val="32"/>
        </w:rPr>
      </w:pPr>
    </w:p>
    <w:p w:rsidR="002C2AF9" w:rsidRDefault="002C2AF9" w:rsidP="00F55CDB">
      <w:pPr>
        <w:jc w:val="both"/>
        <w:rPr>
          <w:sz w:val="32"/>
        </w:rPr>
      </w:pPr>
    </w:p>
    <w:p w:rsidR="00F55CDB" w:rsidRDefault="00F55CDB" w:rsidP="00F55CDB">
      <w:pPr>
        <w:jc w:val="both"/>
        <w:rPr>
          <w:sz w:val="32"/>
        </w:rPr>
      </w:pPr>
    </w:p>
    <w:p w:rsidR="00F55CDB" w:rsidRDefault="00F55CDB" w:rsidP="00F55CDB">
      <w:pPr>
        <w:jc w:val="both"/>
        <w:rPr>
          <w:sz w:val="32"/>
        </w:rPr>
      </w:pPr>
    </w:p>
    <w:p w:rsidR="003550DE" w:rsidRPr="009D11EC" w:rsidRDefault="003550DE" w:rsidP="00F55CDB">
      <w:pPr>
        <w:pStyle w:val="PargrafodaLista"/>
        <w:numPr>
          <w:ilvl w:val="0"/>
          <w:numId w:val="1"/>
        </w:numPr>
        <w:jc w:val="both"/>
        <w:rPr>
          <w:sz w:val="32"/>
        </w:rPr>
      </w:pPr>
      <w:r w:rsidRPr="008015EB">
        <w:rPr>
          <w:sz w:val="32"/>
        </w:rPr>
        <w:t xml:space="preserve">    </w:t>
      </w:r>
      <w:r w:rsidR="008015EB" w:rsidRPr="008015EB">
        <w:rPr>
          <w:sz w:val="32"/>
        </w:rPr>
        <w:t xml:space="preserve">Na Figura abaixo para responder a questão proposta todos os SIG utilizam essencialmente a ideia desenvolvida por </w:t>
      </w:r>
      <w:proofErr w:type="spellStart"/>
      <w:r w:rsidR="008015EB" w:rsidRPr="008015EB">
        <w:rPr>
          <w:sz w:val="32"/>
        </w:rPr>
        <w:t>Egenhofer</w:t>
      </w:r>
      <w:proofErr w:type="spellEnd"/>
      <w:r w:rsidR="008015EB" w:rsidRPr="008015EB">
        <w:rPr>
          <w:sz w:val="32"/>
        </w:rPr>
        <w:t xml:space="preserve"> ET </w:t>
      </w:r>
      <w:proofErr w:type="spellStart"/>
      <w:proofErr w:type="gramStart"/>
      <w:r w:rsidR="008015EB" w:rsidRPr="008015EB">
        <w:rPr>
          <w:sz w:val="32"/>
        </w:rPr>
        <w:t>al</w:t>
      </w:r>
      <w:proofErr w:type="spellEnd"/>
      <w:proofErr w:type="gramEnd"/>
      <w:r w:rsidR="008015EB" w:rsidRPr="008015EB">
        <w:rPr>
          <w:sz w:val="32"/>
        </w:rPr>
        <w:t xml:space="preserve"> , 1994 e seus refinamentos. Este formalismo tornou possível definir que conjunto fundamental de operações e operadores para o desenvolvimento dos SIG e dos BD Espaciais?  </w:t>
      </w:r>
    </w:p>
    <w:p w:rsidR="003550DE" w:rsidRPr="00F55CDB" w:rsidRDefault="003550DE" w:rsidP="008015EB">
      <w:pPr>
        <w:jc w:val="center"/>
        <w:rPr>
          <w:sz w:val="32"/>
        </w:rPr>
      </w:pPr>
      <w:r>
        <w:rPr>
          <w:noProof/>
          <w:sz w:val="32"/>
          <w:lang w:eastAsia="pt-BR"/>
        </w:rPr>
        <w:drawing>
          <wp:inline distT="0" distB="0" distL="0" distR="0">
            <wp:extent cx="4369704" cy="2957886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984" cy="2956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1EC" w:rsidRPr="009D11EC" w:rsidRDefault="009D11EC" w:rsidP="00EE211E">
      <w:pPr>
        <w:pStyle w:val="PargrafodaLista"/>
        <w:numPr>
          <w:ilvl w:val="0"/>
          <w:numId w:val="1"/>
        </w:numPr>
        <w:jc w:val="both"/>
        <w:rPr>
          <w:b/>
          <w:sz w:val="32"/>
        </w:rPr>
      </w:pPr>
      <w:r w:rsidRPr="009D11EC">
        <w:rPr>
          <w:sz w:val="32"/>
        </w:rPr>
        <w:t xml:space="preserve">    </w:t>
      </w:r>
      <w:r>
        <w:rPr>
          <w:sz w:val="32"/>
        </w:rPr>
        <w:t>Pensando em Arquiteturas de Sistemas de Informações geográficas, Internet e interoperabilidade, comente a Figura abaixo tecnicamente.</w:t>
      </w:r>
    </w:p>
    <w:p w:rsidR="009D11EC" w:rsidRDefault="009D11EC" w:rsidP="00EE211E">
      <w:pPr>
        <w:rPr>
          <w:b/>
          <w:sz w:val="32"/>
        </w:rPr>
      </w:pPr>
    </w:p>
    <w:p w:rsidR="009D11EC" w:rsidRDefault="009D11EC" w:rsidP="00A70035">
      <w:pPr>
        <w:jc w:val="center"/>
        <w:rPr>
          <w:b/>
          <w:sz w:val="32"/>
        </w:rPr>
      </w:pPr>
      <w:r>
        <w:rPr>
          <w:b/>
          <w:noProof/>
          <w:sz w:val="32"/>
          <w:lang w:eastAsia="pt-BR"/>
        </w:rPr>
        <w:drawing>
          <wp:inline distT="0" distB="0" distL="0" distR="0">
            <wp:extent cx="5549824" cy="3402326"/>
            <wp:effectExtent l="19050" t="0" r="0" b="0"/>
            <wp:docPr id="2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207" cy="340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11EC" w:rsidSect="001A5B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692A"/>
    <w:multiLevelType w:val="hybridMultilevel"/>
    <w:tmpl w:val="F70AC9A2"/>
    <w:lvl w:ilvl="0" w:tplc="7F8C85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436655"/>
    <w:multiLevelType w:val="hybridMultilevel"/>
    <w:tmpl w:val="1B2CA728"/>
    <w:lvl w:ilvl="0" w:tplc="4F6422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504BE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F831A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36AF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9E2B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C6D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8EBD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6415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B05B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A5B07"/>
    <w:rsid w:val="00106BC4"/>
    <w:rsid w:val="001A5B07"/>
    <w:rsid w:val="002C2AF9"/>
    <w:rsid w:val="003550DE"/>
    <w:rsid w:val="005630C5"/>
    <w:rsid w:val="007A2D4C"/>
    <w:rsid w:val="008015EB"/>
    <w:rsid w:val="00837A34"/>
    <w:rsid w:val="00961E68"/>
    <w:rsid w:val="009D11EC"/>
    <w:rsid w:val="00A16DF7"/>
    <w:rsid w:val="00A70035"/>
    <w:rsid w:val="00B07C7E"/>
    <w:rsid w:val="00D74C97"/>
    <w:rsid w:val="00E43697"/>
    <w:rsid w:val="00EB08BE"/>
    <w:rsid w:val="00EE211E"/>
    <w:rsid w:val="00F55CDB"/>
    <w:rsid w:val="00FA43BA"/>
    <w:rsid w:val="00FB0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600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A5B0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B0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0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7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9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16</cp:revision>
  <dcterms:created xsi:type="dcterms:W3CDTF">2016-06-01T02:44:00Z</dcterms:created>
  <dcterms:modified xsi:type="dcterms:W3CDTF">2016-06-01T04:11:00Z</dcterms:modified>
</cp:coreProperties>
</file>